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0B" w:rsidRDefault="005315E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F479E" wp14:editId="5F1B17DE">
                <wp:simplePos x="0" y="0"/>
                <wp:positionH relativeFrom="column">
                  <wp:posOffset>-829945</wp:posOffset>
                </wp:positionH>
                <wp:positionV relativeFrom="paragraph">
                  <wp:posOffset>2849245</wp:posOffset>
                </wp:positionV>
                <wp:extent cx="5102225" cy="3742055"/>
                <wp:effectExtent l="0" t="0" r="2222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2225" cy="374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Film time: </w:t>
                            </w:r>
                            <w:r w:rsidRPr="0061519A">
                              <w:rPr>
                                <w:rFonts w:ascii="Comic Sans MS" w:hAnsi="Comic Sans MS"/>
                                <w:b/>
                              </w:rPr>
                              <w:t>34.30 -47.50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What has just happened?</w:t>
                            </w: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Which new characters have we met?</w:t>
                            </w:r>
                          </w:p>
                          <w:p w:rsidR="0061519A" w:rsidRDefault="0061519A" w:rsidP="00615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35pt;margin-top:224.35pt;width:401.75pt;height:29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">
                <v:textbox>
                  <w:txbxContent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 xml:space="preserve">Film time: </w:t>
                      </w:r>
                      <w:r w:rsidRPr="0061519A">
                        <w:rPr>
                          <w:rFonts w:ascii="Comic Sans MS" w:hAnsi="Comic Sans MS"/>
                          <w:b/>
                        </w:rPr>
                        <w:t>34.30 -47.50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What has just happened?</w:t>
                      </w:r>
                      <w:r w:rsidRPr="0061519A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bookmarkStart w:id="1" w:name="_GoBack"/>
                      <w:bookmarkEnd w:id="1"/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Which new characters have we met?</w:t>
                      </w:r>
                    </w:p>
                    <w:p w:rsidR="0061519A" w:rsidRDefault="0061519A" w:rsidP="0061519A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C9B9A" wp14:editId="581A48FF">
                <wp:simplePos x="0" y="0"/>
                <wp:positionH relativeFrom="column">
                  <wp:posOffset>-829945</wp:posOffset>
                </wp:positionH>
                <wp:positionV relativeFrom="paragraph">
                  <wp:posOffset>-755015</wp:posOffset>
                </wp:positionV>
                <wp:extent cx="5102225" cy="3593465"/>
                <wp:effectExtent l="0" t="0" r="2222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2225" cy="3593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Film time: </w:t>
                            </w:r>
                            <w:r w:rsidRPr="0061519A">
                              <w:rPr>
                                <w:rFonts w:ascii="Comic Sans MS" w:hAnsi="Comic Sans MS"/>
                                <w:b/>
                              </w:rPr>
                              <w:t>18.00 -26.50</w:t>
                            </w: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What has just happened?</w:t>
                            </w: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Which new characters have we met?</w:t>
                            </w:r>
                          </w:p>
                          <w:p w:rsidR="0061519A" w:rsidRDefault="00615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5.35pt;margin-top:-59.45pt;width:401.75pt;height:28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">
                <v:textbox>
                  <w:txbxContent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 xml:space="preserve">Film time: </w:t>
                      </w:r>
                      <w:r w:rsidRPr="0061519A">
                        <w:rPr>
                          <w:rFonts w:ascii="Comic Sans MS" w:hAnsi="Comic Sans MS"/>
                          <w:b/>
                        </w:rPr>
                        <w:t>18.00 -26.50</w:t>
                      </w: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What has just happened?</w:t>
                      </w: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Which new characters have we met?</w:t>
                      </w:r>
                    </w:p>
                    <w:p w:rsidR="0061519A" w:rsidRDefault="0061519A"/>
                  </w:txbxContent>
                </v:textbox>
              </v:shape>
            </w:pict>
          </mc:Fallback>
        </mc:AlternateContent>
      </w:r>
      <w:r w:rsidR="0061519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E7D114" wp14:editId="4A4CA68F">
                <wp:simplePos x="0" y="0"/>
                <wp:positionH relativeFrom="column">
                  <wp:posOffset>6981190</wp:posOffset>
                </wp:positionH>
                <wp:positionV relativeFrom="paragraph">
                  <wp:posOffset>2685415</wp:posOffset>
                </wp:positionV>
                <wp:extent cx="1828800" cy="626745"/>
                <wp:effectExtent l="0" t="0" r="0" b="19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549.7pt;margin-top:211.45pt;width:2in;height:49.3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" filled="f" stroked="f">
                <v:fill o:detectmouseclick="t"/>
                <v:textbox>
                  <w:txbxContent>
                    <w:p w:rsidR="0061519A" w:rsidRPr="0061519A" w:rsidRDefault="0061519A" w:rsidP="0061519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1519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EA1EC" wp14:editId="55B6E31A">
                <wp:simplePos x="0" y="0"/>
                <wp:positionH relativeFrom="column">
                  <wp:posOffset>1417320</wp:posOffset>
                </wp:positionH>
                <wp:positionV relativeFrom="paragraph">
                  <wp:posOffset>2692400</wp:posOffset>
                </wp:positionV>
                <wp:extent cx="1828800" cy="626745"/>
                <wp:effectExtent l="0" t="0" r="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11.6pt;margin-top:212pt;width:2in;height:49.3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" filled="f" stroked="f">
                <v:fill o:detectmouseclick="t"/>
                <v:textbox>
                  <w:txbxContent>
                    <w:p w:rsidR="0061519A" w:rsidRPr="0061519A" w:rsidRDefault="0061519A" w:rsidP="0061519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1519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34CC3" wp14:editId="1F14B965">
                <wp:simplePos x="0" y="0"/>
                <wp:positionH relativeFrom="column">
                  <wp:posOffset>4272915</wp:posOffset>
                </wp:positionH>
                <wp:positionV relativeFrom="paragraph">
                  <wp:posOffset>-755015</wp:posOffset>
                </wp:positionV>
                <wp:extent cx="5347970" cy="3593465"/>
                <wp:effectExtent l="0" t="0" r="24130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970" cy="3593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Film time: </w:t>
                            </w:r>
                            <w:r w:rsidRPr="0061519A">
                              <w:rPr>
                                <w:rFonts w:ascii="Comic Sans MS" w:hAnsi="Comic Sans MS"/>
                                <w:b/>
                              </w:rPr>
                              <w:t>26.50 – 34.30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What has just happened?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Which new characters have we met?</w:t>
                            </w:r>
                          </w:p>
                          <w:p w:rsidR="0061519A" w:rsidRDefault="0061519A" w:rsidP="00615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6.45pt;margin-top:-59.45pt;width:421.1pt;height:28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">
                <v:textbox>
                  <w:txbxContent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 xml:space="preserve">Film time: </w:t>
                      </w:r>
                      <w:r w:rsidRPr="0061519A">
                        <w:rPr>
                          <w:rFonts w:ascii="Comic Sans MS" w:hAnsi="Comic Sans MS"/>
                          <w:b/>
                        </w:rPr>
                        <w:t>26.50 – 34.30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What has just happened?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Which new characters have we met?</w:t>
                      </w:r>
                    </w:p>
                    <w:p w:rsidR="0061519A" w:rsidRDefault="0061519A" w:rsidP="0061519A"/>
                  </w:txbxContent>
                </v:textbox>
              </v:shape>
            </w:pict>
          </mc:Fallback>
        </mc:AlternateContent>
      </w:r>
      <w:r w:rsidR="0061519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192863" wp14:editId="552F4FDB">
                <wp:simplePos x="0" y="0"/>
                <wp:positionH relativeFrom="column">
                  <wp:posOffset>4275455</wp:posOffset>
                </wp:positionH>
                <wp:positionV relativeFrom="paragraph">
                  <wp:posOffset>2828925</wp:posOffset>
                </wp:positionV>
                <wp:extent cx="5347970" cy="3742055"/>
                <wp:effectExtent l="0" t="0" r="24130" b="107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970" cy="374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Film time: </w:t>
                            </w:r>
                            <w:r w:rsidRPr="0061519A">
                              <w:rPr>
                                <w:rFonts w:ascii="Comic Sans MS" w:hAnsi="Comic Sans MS"/>
                                <w:b/>
                              </w:rPr>
                              <w:t>47.50 -64.10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 xml:space="preserve">What has just happened? </w:t>
                            </w: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1519A" w:rsidRPr="0061519A" w:rsidRDefault="0061519A" w:rsidP="0061519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1519A">
                              <w:rPr>
                                <w:rFonts w:ascii="Comic Sans MS" w:hAnsi="Comic Sans MS"/>
                              </w:rPr>
                              <w:t>Which new characters have we met?</w:t>
                            </w:r>
                          </w:p>
                          <w:p w:rsidR="0061519A" w:rsidRDefault="0061519A" w:rsidP="00615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36.65pt;margin-top:222.75pt;width:421.1pt;height:29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">
                <v:textbox>
                  <w:txbxContent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 xml:space="preserve">Film time: </w:t>
                      </w:r>
                      <w:r w:rsidRPr="0061519A">
                        <w:rPr>
                          <w:rFonts w:ascii="Comic Sans MS" w:hAnsi="Comic Sans MS"/>
                          <w:b/>
                        </w:rPr>
                        <w:t>47.50 -64.10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 xml:space="preserve">What has just happened? </w:t>
                      </w: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</w:p>
                    <w:p w:rsidR="0061519A" w:rsidRPr="0061519A" w:rsidRDefault="0061519A" w:rsidP="0061519A">
                      <w:pPr>
                        <w:rPr>
                          <w:rFonts w:ascii="Comic Sans MS" w:hAnsi="Comic Sans MS"/>
                        </w:rPr>
                      </w:pPr>
                      <w:r w:rsidRPr="0061519A">
                        <w:rPr>
                          <w:rFonts w:ascii="Comic Sans MS" w:hAnsi="Comic Sans MS"/>
                        </w:rPr>
                        <w:t>Which new characters have we met?</w:t>
                      </w:r>
                    </w:p>
                    <w:p w:rsidR="0061519A" w:rsidRDefault="0061519A" w:rsidP="0061519A"/>
                  </w:txbxContent>
                </v:textbox>
              </v:shape>
            </w:pict>
          </mc:Fallback>
        </mc:AlternateContent>
      </w:r>
      <w:r w:rsidR="006151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A4033" wp14:editId="5E3DB885">
                <wp:simplePos x="0" y="0"/>
                <wp:positionH relativeFrom="column">
                  <wp:posOffset>6871335</wp:posOffset>
                </wp:positionH>
                <wp:positionV relativeFrom="paragraph">
                  <wp:posOffset>-931220</wp:posOffset>
                </wp:positionV>
                <wp:extent cx="1828800" cy="627321"/>
                <wp:effectExtent l="0" t="0" r="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7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541.05pt;margin-top:-73.3pt;width:2in;height:49.4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" filled="f" stroked="f">
                <v:fill o:detectmouseclick="t"/>
                <v:textbox>
                  <w:txbxContent>
                    <w:p w:rsidR="0061519A" w:rsidRPr="0061519A" w:rsidRDefault="0061519A" w:rsidP="0061519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1519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DCB7E9" wp14:editId="2E882735">
                <wp:simplePos x="0" y="0"/>
                <wp:positionH relativeFrom="column">
                  <wp:posOffset>1520190</wp:posOffset>
                </wp:positionH>
                <wp:positionV relativeFrom="paragraph">
                  <wp:posOffset>-914238</wp:posOffset>
                </wp:positionV>
                <wp:extent cx="1828800" cy="627321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7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519A" w:rsidRPr="0061519A" w:rsidRDefault="0061519A" w:rsidP="0061519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119.7pt;margin-top:-1in;width:2in;height:49.4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" filled="f" stroked="f">
                <v:fill o:detectmouseclick="t"/>
                <v:textbox>
                  <w:txbxContent>
                    <w:p w:rsidR="0061519A" w:rsidRPr="0061519A" w:rsidRDefault="0061519A" w:rsidP="0061519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6B0B" w:rsidSect="006151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9A"/>
    <w:rsid w:val="00196B0B"/>
    <w:rsid w:val="005315EE"/>
    <w:rsid w:val="0061519A"/>
    <w:rsid w:val="00E0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DDE62DFD</Template>
  <TotalTime>60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Amess</dc:creator>
  <cp:lastModifiedBy>Michael Amess</cp:lastModifiedBy>
  <cp:revision>1</cp:revision>
  <cp:lastPrinted>2016-02-03T16:43:00Z</cp:lastPrinted>
  <dcterms:created xsi:type="dcterms:W3CDTF">2016-02-03T16:32:00Z</dcterms:created>
  <dcterms:modified xsi:type="dcterms:W3CDTF">2016-02-03T17:35:00Z</dcterms:modified>
</cp:coreProperties>
</file>